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6F540" w14:textId="403D3153" w:rsidR="00463F67" w:rsidRDefault="00AF5E51" w:rsidP="00463F67">
      <w:pPr>
        <w:pStyle w:val="Title"/>
      </w:pPr>
      <w:sdt>
        <w:sdtPr>
          <w:alias w:val="Title"/>
          <w:tag w:val=""/>
          <w:id w:val="1062761741"/>
          <w:placeholder>
            <w:docPart w:val="FF0BC5C51A4A47F9B68CDD2A096066F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9139B" w:rsidRPr="0039139B">
            <w:t>Form TC02B – General emergency check of competency report</w:t>
          </w:r>
        </w:sdtContent>
      </w:sdt>
    </w:p>
    <w:p w14:paraId="3BDF2E92" w14:textId="77777777" w:rsidR="004F31D8" w:rsidRPr="002F6F85" w:rsidRDefault="004F31D8" w:rsidP="004F31D8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4F31D8" w:rsidRPr="00102F1E" w14:paraId="7414A856" w14:textId="77777777" w:rsidTr="0038189F">
        <w:trPr>
          <w:trHeight w:val="580"/>
        </w:trPr>
        <w:tc>
          <w:tcPr>
            <w:tcW w:w="1604" w:type="dxa"/>
          </w:tcPr>
          <w:p w14:paraId="7C0A71B3" w14:textId="77777777" w:rsidR="004F31D8" w:rsidRPr="00102F1E" w:rsidRDefault="004F31D8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37B8D7FD" w14:textId="77777777" w:rsidR="004F31D8" w:rsidRPr="00102F1E" w:rsidRDefault="004F31D8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4942D768" w14:textId="77777777" w:rsidR="004F31D8" w:rsidRPr="00102F1E" w:rsidRDefault="004F31D8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244E8A19" w14:textId="77777777" w:rsidR="004F31D8" w:rsidRPr="00102F1E" w:rsidRDefault="004F31D8" w:rsidP="0038189F"/>
        </w:tc>
      </w:tr>
      <w:tr w:rsidR="004F31D8" w:rsidRPr="00102F1E" w14:paraId="69C22118" w14:textId="77777777" w:rsidTr="0038189F">
        <w:trPr>
          <w:trHeight w:val="580"/>
        </w:trPr>
        <w:tc>
          <w:tcPr>
            <w:tcW w:w="1604" w:type="dxa"/>
          </w:tcPr>
          <w:p w14:paraId="578AE17A" w14:textId="77777777" w:rsidR="004F31D8" w:rsidRDefault="004F31D8" w:rsidP="0038189F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05F8F771" w14:textId="77777777" w:rsidR="004F31D8" w:rsidRPr="00102F1E" w:rsidRDefault="00AF5E51" w:rsidP="0038189F">
            <w:sdt>
              <w:sdtPr>
                <w:id w:val="13111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1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F31D8" w:rsidRPr="003C2B3F">
              <w:t xml:space="preserve"> Flight 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3B394FAA" w14:textId="77777777" w:rsidR="004F31D8" w:rsidRPr="00102F1E" w:rsidRDefault="00AF5E51" w:rsidP="0038189F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4F31D8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F31D8" w:rsidRPr="003C2B3F">
              <w:t xml:space="preserve"> Air crew member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20B20DA4" w14:textId="77777777" w:rsidR="004F31D8" w:rsidRPr="00102F1E" w:rsidRDefault="00AF5E51" w:rsidP="0038189F">
            <w:sdt>
              <w:sdt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1D8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F31D8" w:rsidRPr="003C2B3F">
              <w:t xml:space="preserve"> Medical transport specialist</w:t>
            </w:r>
          </w:p>
        </w:tc>
      </w:tr>
      <w:tr w:rsidR="004F31D8" w:rsidRPr="00102F1E" w14:paraId="0DAD8BB6" w14:textId="77777777" w:rsidTr="0038189F">
        <w:trPr>
          <w:trHeight w:val="580"/>
        </w:trPr>
        <w:tc>
          <w:tcPr>
            <w:tcW w:w="1604" w:type="dxa"/>
          </w:tcPr>
          <w:p w14:paraId="577C91B9" w14:textId="7D4A564C" w:rsidR="004F31D8" w:rsidRPr="00AB3C89" w:rsidRDefault="004F31D8" w:rsidP="0038189F">
            <w:pPr>
              <w:rPr>
                <w:rStyle w:val="bold"/>
              </w:rPr>
            </w:pPr>
            <w:r>
              <w:rPr>
                <w:rStyle w:val="bold"/>
              </w:rPr>
              <w:t>Checker</w:t>
            </w:r>
            <w:r w:rsidRPr="00AB3C89">
              <w:rPr>
                <w:rStyle w:val="bold"/>
              </w:rPr>
              <w:t xml:space="preserve"> name:</w:t>
            </w:r>
          </w:p>
        </w:tc>
        <w:tc>
          <w:tcPr>
            <w:tcW w:w="3211" w:type="dxa"/>
          </w:tcPr>
          <w:p w14:paraId="60EF57A6" w14:textId="77777777" w:rsidR="004F31D8" w:rsidRDefault="004F31D8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5902554B" w14:textId="07094566" w:rsidR="004F31D8" w:rsidRPr="00AB3C89" w:rsidRDefault="004F31D8" w:rsidP="0038189F">
            <w:pPr>
              <w:rPr>
                <w:rStyle w:val="bold"/>
              </w:rPr>
            </w:pPr>
            <w:r w:rsidRPr="00AB3C89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check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498EFDDB" w14:textId="77777777" w:rsidR="004F31D8" w:rsidRDefault="004F31D8" w:rsidP="0038189F"/>
        </w:tc>
      </w:tr>
      <w:tr w:rsidR="004F31D8" w:rsidRPr="00102F1E" w14:paraId="7506EE49" w14:textId="77777777" w:rsidTr="0038189F">
        <w:trPr>
          <w:trHeight w:val="925"/>
        </w:trPr>
        <w:tc>
          <w:tcPr>
            <w:tcW w:w="1604" w:type="dxa"/>
          </w:tcPr>
          <w:p w14:paraId="55D56DBA" w14:textId="77777777" w:rsidR="004F31D8" w:rsidRPr="00653C72" w:rsidRDefault="004F31D8" w:rsidP="0038189F">
            <w:pPr>
              <w:rPr>
                <w:rStyle w:val="bold"/>
              </w:rPr>
            </w:pPr>
            <w:r w:rsidRPr="00653C72">
              <w:rPr>
                <w:rStyle w:val="bold"/>
              </w:rPr>
              <w:t>Aircraft type(s):</w:t>
            </w:r>
          </w:p>
        </w:tc>
        <w:tc>
          <w:tcPr>
            <w:tcW w:w="3211" w:type="dxa"/>
            <w:tcBorders>
              <w:right w:val="nil"/>
            </w:tcBorders>
          </w:tcPr>
          <w:p w14:paraId="77DF63A4" w14:textId="77777777" w:rsidR="004F31D8" w:rsidRPr="00102F1E" w:rsidRDefault="004F31D8" w:rsidP="0038189F"/>
        </w:tc>
        <w:tc>
          <w:tcPr>
            <w:tcW w:w="1984" w:type="dxa"/>
            <w:tcBorders>
              <w:left w:val="nil"/>
              <w:right w:val="nil"/>
            </w:tcBorders>
          </w:tcPr>
          <w:p w14:paraId="4FFE7A12" w14:textId="77777777" w:rsidR="004F31D8" w:rsidRPr="00102F1E" w:rsidRDefault="004F31D8" w:rsidP="0038189F">
            <w:pPr>
              <w:rPr>
                <w:rStyle w:val="bold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709DE92A" w14:textId="77777777" w:rsidR="004F31D8" w:rsidRPr="00102F1E" w:rsidRDefault="004F31D8" w:rsidP="0038189F"/>
        </w:tc>
      </w:tr>
      <w:tr w:rsidR="004F31D8" w:rsidRPr="00102F1E" w14:paraId="108BA4E7" w14:textId="77777777" w:rsidTr="0038189F">
        <w:trPr>
          <w:trHeight w:val="826"/>
        </w:trPr>
        <w:tc>
          <w:tcPr>
            <w:tcW w:w="1604" w:type="dxa"/>
          </w:tcPr>
          <w:p w14:paraId="25F05471" w14:textId="77777777" w:rsidR="004F31D8" w:rsidRPr="00653C72" w:rsidRDefault="004F31D8" w:rsidP="0038189F">
            <w:pPr>
              <w:rPr>
                <w:rStyle w:val="bold"/>
              </w:rPr>
            </w:pPr>
            <w:r w:rsidRPr="00653C72">
              <w:rPr>
                <w:rStyle w:val="bold"/>
              </w:rPr>
              <w:t>Initial or recurrent:</w:t>
            </w:r>
          </w:p>
        </w:tc>
        <w:tc>
          <w:tcPr>
            <w:tcW w:w="3211" w:type="dxa"/>
            <w:tcBorders>
              <w:right w:val="nil"/>
            </w:tcBorders>
          </w:tcPr>
          <w:p w14:paraId="0FE43883" w14:textId="77777777" w:rsidR="004F31D8" w:rsidRPr="00102F1E" w:rsidRDefault="004F31D8" w:rsidP="0038189F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4158BBAD" w14:textId="77777777" w:rsidR="004F31D8" w:rsidRPr="00102F1E" w:rsidRDefault="004F31D8" w:rsidP="0038189F">
            <w:pPr>
              <w:rPr>
                <w:rStyle w:val="bold"/>
              </w:rPr>
            </w:pPr>
          </w:p>
        </w:tc>
        <w:tc>
          <w:tcPr>
            <w:tcW w:w="2694" w:type="dxa"/>
            <w:tcBorders>
              <w:left w:val="nil"/>
              <w:bottom w:val="single" w:sz="4" w:space="0" w:color="BFBFBF" w:themeColor="background1" w:themeShade="BF"/>
            </w:tcBorders>
          </w:tcPr>
          <w:p w14:paraId="0424BDA2" w14:textId="77777777" w:rsidR="004F31D8" w:rsidRPr="00102F1E" w:rsidRDefault="004F31D8" w:rsidP="0038189F"/>
        </w:tc>
      </w:tr>
    </w:tbl>
    <w:p w14:paraId="5B3256C8" w14:textId="76DE5966" w:rsidR="0074731D" w:rsidRPr="003C2B3F" w:rsidRDefault="0074731D" w:rsidP="0074731D">
      <w:pPr>
        <w:pStyle w:val="normalafterlisttable"/>
      </w:pPr>
    </w:p>
    <w:tbl>
      <w:tblPr>
        <w:tblStyle w:val="SD-MOStable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792"/>
        <w:gridCol w:w="1621"/>
      </w:tblGrid>
      <w:tr w:rsidR="0074731D" w:rsidRPr="00DB6B68" w14:paraId="037E92AA" w14:textId="77777777" w:rsidTr="004F31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"/>
          <w:tblHeader/>
        </w:trPr>
        <w:tc>
          <w:tcPr>
            <w:tcW w:w="7792" w:type="dxa"/>
            <w:tcBorders>
              <w:bottom w:val="single" w:sz="4" w:space="0" w:color="0080A2"/>
            </w:tcBorders>
          </w:tcPr>
          <w:p w14:paraId="35382194" w14:textId="77777777" w:rsidR="0074731D" w:rsidRPr="006D7FDE" w:rsidRDefault="0074731D" w:rsidP="00F3353D">
            <w:r w:rsidRPr="00DB6B68">
              <w:t>Check items</w:t>
            </w:r>
          </w:p>
        </w:tc>
        <w:tc>
          <w:tcPr>
            <w:tcW w:w="1621" w:type="dxa"/>
          </w:tcPr>
          <w:p w14:paraId="456D0C52" w14:textId="77777777" w:rsidR="0074731D" w:rsidRPr="006D7FDE" w:rsidRDefault="0074731D" w:rsidP="00F3353D">
            <w:r w:rsidRPr="00DB6B68">
              <w:t>C / NYC / NA</w:t>
            </w:r>
          </w:p>
        </w:tc>
      </w:tr>
      <w:tr w:rsidR="0074731D" w:rsidRPr="00DB6B68" w14:paraId="3EC6153F" w14:textId="77777777" w:rsidTr="00F3353D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29CD3450" w14:textId="77777777" w:rsidR="0074731D" w:rsidRPr="006D7FDE" w:rsidRDefault="0074731D" w:rsidP="00F3353D">
            <w:pPr>
              <w:pStyle w:val="Tabletext"/>
              <w:rPr>
                <w:rStyle w:val="bold"/>
              </w:rPr>
            </w:pPr>
            <w:r w:rsidRPr="00DB6B68">
              <w:rPr>
                <w:rStyle w:val="bold"/>
              </w:rPr>
              <w:t xml:space="preserve">General emergency &amp; survival procedures </w:t>
            </w:r>
          </w:p>
        </w:tc>
        <w:tc>
          <w:tcPr>
            <w:tcW w:w="1621" w:type="dxa"/>
            <w:tcBorders>
              <w:left w:val="nil"/>
            </w:tcBorders>
          </w:tcPr>
          <w:p w14:paraId="405CAF83" w14:textId="77777777" w:rsidR="0074731D" w:rsidRPr="00DB6B68" w:rsidRDefault="0074731D" w:rsidP="00F3353D">
            <w:pPr>
              <w:pStyle w:val="Tabletext"/>
              <w:rPr>
                <w:rStyle w:val="bold"/>
              </w:rPr>
            </w:pPr>
          </w:p>
        </w:tc>
      </w:tr>
      <w:tr w:rsidR="0074731D" w:rsidRPr="00916430" w14:paraId="041BF634" w14:textId="77777777" w:rsidTr="00F3353D">
        <w:trPr>
          <w:trHeight w:val="25"/>
        </w:trPr>
        <w:tc>
          <w:tcPr>
            <w:tcW w:w="7792" w:type="dxa"/>
          </w:tcPr>
          <w:p w14:paraId="5029F7DD" w14:textId="77777777" w:rsidR="0074731D" w:rsidRPr="006D7FDE" w:rsidRDefault="0074731D" w:rsidP="00F3353D">
            <w:pPr>
              <w:pStyle w:val="Tablebullet"/>
            </w:pPr>
            <w:r w:rsidRPr="00916430">
              <w:t>survival techniques</w:t>
            </w:r>
          </w:p>
        </w:tc>
        <w:tc>
          <w:tcPr>
            <w:tcW w:w="1621" w:type="dxa"/>
          </w:tcPr>
          <w:p w14:paraId="7516BB4A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0EB088F0" w14:textId="77777777" w:rsidTr="00F3353D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3FC0E728" w14:textId="77777777" w:rsidR="0074731D" w:rsidRPr="006D7FDE" w:rsidRDefault="0074731D" w:rsidP="00F3353D">
            <w:pPr>
              <w:pStyle w:val="Tablebullet"/>
            </w:pPr>
            <w:r w:rsidRPr="00916430">
              <w:t xml:space="preserve">survival procedures on land &amp; water </w:t>
            </w:r>
          </w:p>
        </w:tc>
        <w:tc>
          <w:tcPr>
            <w:tcW w:w="1621" w:type="dxa"/>
          </w:tcPr>
          <w:p w14:paraId="6670C132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DB6B68" w14:paraId="6426A28E" w14:textId="77777777" w:rsidTr="00F3353D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258216A3" w14:textId="77777777" w:rsidR="0074731D" w:rsidRPr="006D7FDE" w:rsidRDefault="0074731D" w:rsidP="00F3353D">
            <w:pPr>
              <w:pStyle w:val="Tabletext"/>
              <w:rPr>
                <w:rStyle w:val="bold"/>
              </w:rPr>
            </w:pPr>
            <w:r w:rsidRPr="00DB6B68">
              <w:rPr>
                <w:rStyle w:val="bold"/>
              </w:rPr>
              <w:t>Aerodrome &amp; aircraft security procedures</w:t>
            </w:r>
          </w:p>
        </w:tc>
        <w:tc>
          <w:tcPr>
            <w:tcW w:w="1621" w:type="dxa"/>
            <w:tcBorders>
              <w:left w:val="nil"/>
            </w:tcBorders>
          </w:tcPr>
          <w:p w14:paraId="0AAB2E94" w14:textId="77777777" w:rsidR="0074731D" w:rsidRPr="00DB6B68" w:rsidRDefault="0074731D" w:rsidP="00F3353D">
            <w:pPr>
              <w:pStyle w:val="Tabletext"/>
              <w:rPr>
                <w:rStyle w:val="bold"/>
              </w:rPr>
            </w:pPr>
          </w:p>
        </w:tc>
      </w:tr>
      <w:tr w:rsidR="0074731D" w:rsidRPr="00916430" w14:paraId="7333EE6D" w14:textId="77777777" w:rsidTr="00F3353D">
        <w:trPr>
          <w:trHeight w:val="25"/>
        </w:trPr>
        <w:tc>
          <w:tcPr>
            <w:tcW w:w="7792" w:type="dxa"/>
          </w:tcPr>
          <w:p w14:paraId="393703AB" w14:textId="77777777" w:rsidR="0074731D" w:rsidRPr="006D7FDE" w:rsidRDefault="0074731D" w:rsidP="00F3353D">
            <w:pPr>
              <w:pStyle w:val="Tablebullet"/>
            </w:pPr>
            <w:r w:rsidRPr="00916430">
              <w:t>aerodrome security procedures</w:t>
            </w:r>
          </w:p>
        </w:tc>
        <w:tc>
          <w:tcPr>
            <w:tcW w:w="1621" w:type="dxa"/>
          </w:tcPr>
          <w:p w14:paraId="0E94880C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62F3445D" w14:textId="77777777" w:rsidTr="00F3353D">
        <w:trPr>
          <w:trHeight w:val="25"/>
        </w:trPr>
        <w:tc>
          <w:tcPr>
            <w:tcW w:w="7792" w:type="dxa"/>
          </w:tcPr>
          <w:p w14:paraId="2A4EC309" w14:textId="77777777" w:rsidR="0074731D" w:rsidRPr="006D7FDE" w:rsidRDefault="0074731D" w:rsidP="00F3353D">
            <w:pPr>
              <w:pStyle w:val="Tablebullet"/>
            </w:pPr>
            <w:r w:rsidRPr="00916430">
              <w:t>aircraft security checks</w:t>
            </w:r>
          </w:p>
        </w:tc>
        <w:tc>
          <w:tcPr>
            <w:tcW w:w="1621" w:type="dxa"/>
          </w:tcPr>
          <w:p w14:paraId="2A9CF86D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6ED44879" w14:textId="77777777" w:rsidTr="00F3353D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29928AAA" w14:textId="77777777" w:rsidR="0074731D" w:rsidRPr="006D7FDE" w:rsidRDefault="0074731D" w:rsidP="00F3353D">
            <w:pPr>
              <w:pStyle w:val="Tablebullet"/>
            </w:pPr>
            <w:r w:rsidRPr="00916430">
              <w:t>aircraft security procedures</w:t>
            </w:r>
          </w:p>
        </w:tc>
        <w:tc>
          <w:tcPr>
            <w:tcW w:w="1621" w:type="dxa"/>
          </w:tcPr>
          <w:p w14:paraId="75DE5E4B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DB6B68" w14:paraId="14C6859D" w14:textId="77777777" w:rsidTr="00F3353D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60ED3314" w14:textId="77777777" w:rsidR="0074731D" w:rsidRPr="006D7FDE" w:rsidRDefault="0074731D" w:rsidP="00F3353D">
            <w:pPr>
              <w:pStyle w:val="Tabletext"/>
              <w:rPr>
                <w:rStyle w:val="bold"/>
              </w:rPr>
            </w:pPr>
            <w:r w:rsidRPr="00DB6B68">
              <w:rPr>
                <w:rStyle w:val="bold"/>
              </w:rPr>
              <w:t xml:space="preserve">Safety &amp; </w:t>
            </w:r>
            <w:r w:rsidRPr="006D7FDE">
              <w:rPr>
                <w:rStyle w:val="bold"/>
              </w:rPr>
              <w:t>emergency equipment: location, access, use</w:t>
            </w:r>
          </w:p>
        </w:tc>
        <w:tc>
          <w:tcPr>
            <w:tcW w:w="1621" w:type="dxa"/>
            <w:tcBorders>
              <w:left w:val="nil"/>
            </w:tcBorders>
          </w:tcPr>
          <w:p w14:paraId="06CD807A" w14:textId="77777777" w:rsidR="0074731D" w:rsidRPr="00DB6B68" w:rsidRDefault="0074731D" w:rsidP="00F3353D">
            <w:pPr>
              <w:pStyle w:val="Tabletext"/>
              <w:rPr>
                <w:rStyle w:val="bold"/>
              </w:rPr>
            </w:pPr>
          </w:p>
        </w:tc>
      </w:tr>
      <w:tr w:rsidR="0074731D" w:rsidRPr="00916430" w14:paraId="17F61126" w14:textId="77777777" w:rsidTr="00F3353D">
        <w:trPr>
          <w:trHeight w:val="25"/>
        </w:trPr>
        <w:tc>
          <w:tcPr>
            <w:tcW w:w="7792" w:type="dxa"/>
          </w:tcPr>
          <w:p w14:paraId="1F00A1D8" w14:textId="77777777" w:rsidR="0074731D" w:rsidRPr="006D7FDE" w:rsidRDefault="0074731D" w:rsidP="00F3353D">
            <w:pPr>
              <w:pStyle w:val="Tablebullet"/>
            </w:pPr>
            <w:r w:rsidRPr="00916430">
              <w:t>survival kits</w:t>
            </w:r>
          </w:p>
        </w:tc>
        <w:tc>
          <w:tcPr>
            <w:tcW w:w="1621" w:type="dxa"/>
          </w:tcPr>
          <w:p w14:paraId="764D8BB8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42AB9D4B" w14:textId="77777777" w:rsidTr="00F3353D">
        <w:trPr>
          <w:trHeight w:val="25"/>
        </w:trPr>
        <w:tc>
          <w:tcPr>
            <w:tcW w:w="7792" w:type="dxa"/>
          </w:tcPr>
          <w:p w14:paraId="55FCA9A8" w14:textId="77777777" w:rsidR="0074731D" w:rsidRPr="006D7FDE" w:rsidRDefault="0074731D" w:rsidP="00F3353D">
            <w:pPr>
              <w:pStyle w:val="Tablebullet"/>
            </w:pPr>
            <w:r w:rsidRPr="00916430">
              <w:t>first aid kits</w:t>
            </w:r>
          </w:p>
        </w:tc>
        <w:tc>
          <w:tcPr>
            <w:tcW w:w="1621" w:type="dxa"/>
          </w:tcPr>
          <w:p w14:paraId="59057D7A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652DCC78" w14:textId="77777777" w:rsidTr="00F3353D">
        <w:trPr>
          <w:trHeight w:val="25"/>
        </w:trPr>
        <w:tc>
          <w:tcPr>
            <w:tcW w:w="7792" w:type="dxa"/>
          </w:tcPr>
          <w:p w14:paraId="4CBE1645" w14:textId="77777777" w:rsidR="0074731D" w:rsidRPr="006D7FDE" w:rsidRDefault="0074731D" w:rsidP="00F3353D">
            <w:pPr>
              <w:pStyle w:val="Tablebullet"/>
            </w:pPr>
            <w:r w:rsidRPr="00916430">
              <w:t>fire extinguishers</w:t>
            </w:r>
          </w:p>
        </w:tc>
        <w:tc>
          <w:tcPr>
            <w:tcW w:w="1621" w:type="dxa"/>
          </w:tcPr>
          <w:p w14:paraId="33692E9B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618F94A0" w14:textId="77777777" w:rsidTr="00F3353D">
        <w:trPr>
          <w:trHeight w:val="25"/>
        </w:trPr>
        <w:tc>
          <w:tcPr>
            <w:tcW w:w="7792" w:type="dxa"/>
          </w:tcPr>
          <w:p w14:paraId="290A0178" w14:textId="77777777" w:rsidR="0074731D" w:rsidRPr="006D7FDE" w:rsidRDefault="0074731D" w:rsidP="00F3353D">
            <w:pPr>
              <w:pStyle w:val="Tablebullet"/>
            </w:pPr>
            <w:r w:rsidRPr="00916430">
              <w:t>life jackets</w:t>
            </w:r>
          </w:p>
        </w:tc>
        <w:tc>
          <w:tcPr>
            <w:tcW w:w="1621" w:type="dxa"/>
          </w:tcPr>
          <w:p w14:paraId="7FE72551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651254A2" w14:textId="77777777" w:rsidTr="00F3353D">
        <w:trPr>
          <w:trHeight w:val="25"/>
        </w:trPr>
        <w:tc>
          <w:tcPr>
            <w:tcW w:w="7792" w:type="dxa"/>
          </w:tcPr>
          <w:p w14:paraId="5C45B63C" w14:textId="77777777" w:rsidR="0074731D" w:rsidRPr="006D7FDE" w:rsidRDefault="0074731D" w:rsidP="00F3353D">
            <w:pPr>
              <w:pStyle w:val="Tablebullet"/>
            </w:pPr>
            <w:r w:rsidRPr="00916430">
              <w:t>life rafts</w:t>
            </w:r>
          </w:p>
        </w:tc>
        <w:tc>
          <w:tcPr>
            <w:tcW w:w="1621" w:type="dxa"/>
          </w:tcPr>
          <w:p w14:paraId="796CFC27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DB6B68" w14:paraId="15ED08C5" w14:textId="77777777" w:rsidTr="00F3353D">
        <w:trPr>
          <w:trHeight w:val="25"/>
        </w:trPr>
        <w:tc>
          <w:tcPr>
            <w:tcW w:w="7792" w:type="dxa"/>
          </w:tcPr>
          <w:p w14:paraId="0B45BD6C" w14:textId="77777777" w:rsidR="0074731D" w:rsidRPr="006D7FDE" w:rsidRDefault="0074731D" w:rsidP="00F3353D">
            <w:pPr>
              <w:pStyle w:val="Tablebullet"/>
            </w:pPr>
            <w:r w:rsidRPr="00DB6B68">
              <w:t>EBS</w:t>
            </w:r>
          </w:p>
        </w:tc>
        <w:tc>
          <w:tcPr>
            <w:tcW w:w="1621" w:type="dxa"/>
          </w:tcPr>
          <w:p w14:paraId="0D80814C" w14:textId="77777777" w:rsidR="0074731D" w:rsidRPr="00DB6B68" w:rsidRDefault="0074731D" w:rsidP="00F3353D"/>
        </w:tc>
      </w:tr>
      <w:tr w:rsidR="0074731D" w:rsidRPr="00916430" w14:paraId="26E7A7FF" w14:textId="77777777" w:rsidTr="00F3353D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41761DF8" w14:textId="77777777" w:rsidR="0074731D" w:rsidRPr="006D7FDE" w:rsidRDefault="0074731D" w:rsidP="00F3353D">
            <w:pPr>
              <w:pStyle w:val="Tablebullet"/>
            </w:pPr>
            <w:r w:rsidRPr="00916430">
              <w:t>emergency exits</w:t>
            </w:r>
          </w:p>
        </w:tc>
        <w:tc>
          <w:tcPr>
            <w:tcW w:w="1621" w:type="dxa"/>
          </w:tcPr>
          <w:p w14:paraId="6B6899F8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DB6B68" w14:paraId="6015E906" w14:textId="77777777" w:rsidTr="00F3353D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2024A081" w14:textId="77777777" w:rsidR="0074731D" w:rsidRPr="006D7FDE" w:rsidRDefault="0074731D" w:rsidP="00F3353D">
            <w:pPr>
              <w:pStyle w:val="Tabletext"/>
              <w:rPr>
                <w:rStyle w:val="bold"/>
              </w:rPr>
            </w:pPr>
            <w:r w:rsidRPr="00DB6B68">
              <w:rPr>
                <w:rStyle w:val="bold"/>
              </w:rPr>
              <w:t>Life jackets or life rafts carried</w:t>
            </w:r>
          </w:p>
        </w:tc>
        <w:tc>
          <w:tcPr>
            <w:tcW w:w="1621" w:type="dxa"/>
            <w:tcBorders>
              <w:left w:val="nil"/>
            </w:tcBorders>
          </w:tcPr>
          <w:p w14:paraId="382E378D" w14:textId="77777777" w:rsidR="0074731D" w:rsidRPr="00DB6B68" w:rsidRDefault="0074731D" w:rsidP="00F3353D">
            <w:pPr>
              <w:pStyle w:val="Tabletext"/>
              <w:rPr>
                <w:rStyle w:val="bold"/>
              </w:rPr>
            </w:pPr>
          </w:p>
        </w:tc>
      </w:tr>
      <w:tr w:rsidR="0074731D" w:rsidRPr="00916430" w14:paraId="302906A2" w14:textId="77777777" w:rsidTr="00F3353D">
        <w:trPr>
          <w:trHeight w:val="25"/>
        </w:trPr>
        <w:tc>
          <w:tcPr>
            <w:tcW w:w="7792" w:type="dxa"/>
          </w:tcPr>
          <w:p w14:paraId="43996BFD" w14:textId="77777777" w:rsidR="0074731D" w:rsidRPr="006D7FDE" w:rsidRDefault="0074731D" w:rsidP="00F3353D">
            <w:pPr>
              <w:pStyle w:val="Tablebullet"/>
            </w:pPr>
            <w:r w:rsidRPr="00916430">
              <w:t>ditching procedures</w:t>
            </w:r>
          </w:p>
        </w:tc>
        <w:tc>
          <w:tcPr>
            <w:tcW w:w="1621" w:type="dxa"/>
          </w:tcPr>
          <w:p w14:paraId="6FD09675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DB6B68" w14:paraId="30A748B7" w14:textId="77777777" w:rsidTr="00F3353D">
        <w:trPr>
          <w:trHeight w:val="25"/>
        </w:trPr>
        <w:tc>
          <w:tcPr>
            <w:tcW w:w="7792" w:type="dxa"/>
          </w:tcPr>
          <w:p w14:paraId="30F03FB5" w14:textId="77777777" w:rsidR="0074731D" w:rsidRPr="006D7FDE" w:rsidRDefault="0074731D" w:rsidP="00F3353D">
            <w:pPr>
              <w:pStyle w:val="Tablebullet"/>
            </w:pPr>
            <w:r w:rsidRPr="00DB6B68">
              <w:t>HUET (rotorcraft)</w:t>
            </w:r>
          </w:p>
        </w:tc>
        <w:tc>
          <w:tcPr>
            <w:tcW w:w="1621" w:type="dxa"/>
          </w:tcPr>
          <w:p w14:paraId="0BC8C7D7" w14:textId="77777777" w:rsidR="0074731D" w:rsidRPr="00DB6B68" w:rsidRDefault="0074731D" w:rsidP="00F3353D"/>
        </w:tc>
      </w:tr>
      <w:tr w:rsidR="0074731D" w:rsidRPr="00916430" w14:paraId="03088595" w14:textId="77777777" w:rsidTr="00F3353D">
        <w:trPr>
          <w:trHeight w:val="25"/>
        </w:trPr>
        <w:tc>
          <w:tcPr>
            <w:tcW w:w="7792" w:type="dxa"/>
          </w:tcPr>
          <w:p w14:paraId="1C9D6482" w14:textId="77777777" w:rsidR="0074731D" w:rsidRPr="006D7FDE" w:rsidRDefault="0074731D" w:rsidP="00F3353D">
            <w:pPr>
              <w:pStyle w:val="Tablebullet"/>
            </w:pPr>
            <w:r w:rsidRPr="00916430">
              <w:lastRenderedPageBreak/>
              <w:t xml:space="preserve">in-water </w:t>
            </w:r>
            <w:r w:rsidRPr="006D7FDE">
              <w:t>practical life jacket training</w:t>
            </w:r>
          </w:p>
        </w:tc>
        <w:tc>
          <w:tcPr>
            <w:tcW w:w="1621" w:type="dxa"/>
          </w:tcPr>
          <w:p w14:paraId="5D258267" w14:textId="77777777" w:rsidR="0074731D" w:rsidRPr="00916430" w:rsidRDefault="0074731D" w:rsidP="00F3353D">
            <w:pPr>
              <w:pStyle w:val="Tabletext"/>
            </w:pPr>
          </w:p>
        </w:tc>
      </w:tr>
      <w:tr w:rsidR="0074731D" w:rsidRPr="00916430" w14:paraId="39872941" w14:textId="77777777" w:rsidTr="00F3353D">
        <w:trPr>
          <w:trHeight w:val="25"/>
        </w:trPr>
        <w:tc>
          <w:tcPr>
            <w:tcW w:w="7792" w:type="dxa"/>
          </w:tcPr>
          <w:p w14:paraId="78F968A3" w14:textId="77777777" w:rsidR="0074731D" w:rsidRPr="006D7FDE" w:rsidRDefault="0074731D" w:rsidP="00F3353D">
            <w:pPr>
              <w:pStyle w:val="Tablebullet"/>
            </w:pPr>
            <w:r w:rsidRPr="00916430">
              <w:t>in-water practical life raft training</w:t>
            </w:r>
          </w:p>
        </w:tc>
        <w:tc>
          <w:tcPr>
            <w:tcW w:w="1621" w:type="dxa"/>
          </w:tcPr>
          <w:p w14:paraId="1330284F" w14:textId="77777777" w:rsidR="0074731D" w:rsidRPr="00916430" w:rsidRDefault="0074731D" w:rsidP="00F3353D">
            <w:pPr>
              <w:pStyle w:val="Tabletext"/>
            </w:pPr>
          </w:p>
        </w:tc>
      </w:tr>
    </w:tbl>
    <w:p w14:paraId="11467231" w14:textId="75C23CB9" w:rsidR="0074731D" w:rsidRDefault="0074731D" w:rsidP="0074731D"/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9493"/>
      </w:tblGrid>
      <w:tr w:rsidR="0074731D" w14:paraId="0AEB3CEF" w14:textId="77777777" w:rsidTr="00E20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3" w:type="dxa"/>
          </w:tcPr>
          <w:p w14:paraId="56977187" w14:textId="77777777" w:rsidR="0074731D" w:rsidRPr="006D7FDE" w:rsidRDefault="0074731D" w:rsidP="00F3353D">
            <w:r>
              <w:t>Comments</w:t>
            </w:r>
          </w:p>
        </w:tc>
      </w:tr>
      <w:tr w:rsidR="0074731D" w14:paraId="335F53DA" w14:textId="77777777" w:rsidTr="00E20AD4">
        <w:trPr>
          <w:trHeight w:val="2099"/>
        </w:trPr>
        <w:tc>
          <w:tcPr>
            <w:tcW w:w="9493" w:type="dxa"/>
          </w:tcPr>
          <w:p w14:paraId="7D8D5E15" w14:textId="77777777" w:rsidR="0074731D" w:rsidRDefault="0074731D" w:rsidP="00F3353D"/>
        </w:tc>
      </w:tr>
    </w:tbl>
    <w:p w14:paraId="596E0324" w14:textId="0E3B29B8" w:rsidR="00DF3896" w:rsidRPr="003C2B3F" w:rsidRDefault="00DF3896" w:rsidP="00DF3896">
      <w:pPr>
        <w:pStyle w:val="Heading4"/>
        <w:rPr>
          <w:rStyle w:val="bold"/>
        </w:rPr>
      </w:pPr>
      <w:r>
        <w:rPr>
          <w:rStyle w:val="bold"/>
        </w:rPr>
        <w:t>Result</w:t>
      </w:r>
    </w:p>
    <w:p w14:paraId="6C7B6DF7" w14:textId="77777777" w:rsidR="00DF3896" w:rsidRDefault="00AF5E51" w:rsidP="00DF3896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896" w:rsidRPr="006D7FDE">
            <w:rPr>
              <w:rFonts w:ascii="Segoe UI Symbol" w:hAnsi="Segoe UI Symbol" w:cs="Segoe UI Symbol"/>
            </w:rPr>
            <w:t>☐</w:t>
          </w:r>
        </w:sdtContent>
      </w:sdt>
      <w:r w:rsidR="00DF3896" w:rsidRPr="00916430">
        <w:t xml:space="preserve"> Competent</w:t>
      </w:r>
    </w:p>
    <w:p w14:paraId="5636A087" w14:textId="77777777" w:rsidR="00DF3896" w:rsidRPr="003C2B3F" w:rsidRDefault="00AF5E51" w:rsidP="00DF3896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896" w:rsidRPr="006D7FDE">
            <w:rPr>
              <w:rFonts w:ascii="Segoe UI Symbol" w:hAnsi="Segoe UI Symbol" w:cs="Segoe UI Symbol"/>
            </w:rPr>
            <w:t>☐</w:t>
          </w:r>
        </w:sdtContent>
      </w:sdt>
      <w:r w:rsidR="00DF3896" w:rsidRPr="003C2B3F">
        <w:t xml:space="preserve"> Not yet competent</w:t>
      </w:r>
      <w:r w:rsidR="00DF3896">
        <w:t xml:space="preserve">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DF3896" w:rsidRPr="00FF4792" w14:paraId="4F1FD5E8" w14:textId="77777777" w:rsidTr="0038189F">
        <w:tc>
          <w:tcPr>
            <w:tcW w:w="2570" w:type="dxa"/>
          </w:tcPr>
          <w:p w14:paraId="4719F226" w14:textId="64C66DE9" w:rsidR="00DF3896" w:rsidRPr="00D642BC" w:rsidRDefault="00DF3896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96B77E4" w14:textId="77777777" w:rsidR="00DF3896" w:rsidRPr="00FF4792" w:rsidRDefault="00DF3896" w:rsidP="0038189F">
            <w:pPr>
              <w:pStyle w:val="normalafterlisttable"/>
            </w:pPr>
          </w:p>
        </w:tc>
        <w:tc>
          <w:tcPr>
            <w:tcW w:w="807" w:type="dxa"/>
          </w:tcPr>
          <w:p w14:paraId="3AE348BC" w14:textId="77777777" w:rsidR="00DF3896" w:rsidRPr="00D642BC" w:rsidRDefault="00DF3896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C6A2525" w14:textId="77777777" w:rsidR="00DF3896" w:rsidRPr="00FF4792" w:rsidRDefault="00DF3896" w:rsidP="0038189F">
            <w:pPr>
              <w:pStyle w:val="normalafterlisttable"/>
            </w:pPr>
          </w:p>
        </w:tc>
      </w:tr>
      <w:tr w:rsidR="00DF3896" w:rsidRPr="00916430" w14:paraId="0222E722" w14:textId="77777777" w:rsidTr="0038189F">
        <w:tc>
          <w:tcPr>
            <w:tcW w:w="2570" w:type="dxa"/>
          </w:tcPr>
          <w:p w14:paraId="135DFA7A" w14:textId="2326C9F5" w:rsidR="00DF3896" w:rsidRPr="00D642BC" w:rsidRDefault="00DF3896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Crew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175EE1F4" w14:textId="77777777" w:rsidR="00DF3896" w:rsidRPr="00FF4792" w:rsidRDefault="00DF3896" w:rsidP="0038189F">
            <w:pPr>
              <w:pStyle w:val="normalafterlisttable"/>
            </w:pPr>
          </w:p>
        </w:tc>
        <w:tc>
          <w:tcPr>
            <w:tcW w:w="807" w:type="dxa"/>
          </w:tcPr>
          <w:p w14:paraId="2E0F19FE" w14:textId="77777777" w:rsidR="00DF3896" w:rsidRPr="00D642BC" w:rsidRDefault="00DF3896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146502A3" w14:textId="77777777" w:rsidR="00DF3896" w:rsidRPr="00916430" w:rsidRDefault="00DF3896" w:rsidP="0038189F">
            <w:pPr>
              <w:pStyle w:val="normalafterlisttable"/>
            </w:pPr>
          </w:p>
        </w:tc>
      </w:tr>
    </w:tbl>
    <w:p w14:paraId="1009B482" w14:textId="77777777" w:rsidR="00DF3896" w:rsidRPr="00916430" w:rsidRDefault="00DF3896" w:rsidP="00DF3896">
      <w:pPr>
        <w:pStyle w:val="SourceNotes"/>
      </w:pPr>
    </w:p>
    <w:sectPr w:rsidR="00DF3896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720A9" w14:textId="77777777" w:rsidR="0039139B" w:rsidRDefault="0039139B" w:rsidP="008E21DE">
      <w:pPr>
        <w:spacing w:before="0" w:after="0"/>
      </w:pPr>
      <w:r>
        <w:separator/>
      </w:r>
    </w:p>
    <w:p w14:paraId="61DCDF37" w14:textId="77777777" w:rsidR="0039139B" w:rsidRDefault="0039139B"/>
  </w:endnote>
  <w:endnote w:type="continuationSeparator" w:id="0">
    <w:p w14:paraId="5D81229D" w14:textId="77777777" w:rsidR="0039139B" w:rsidRDefault="0039139B" w:rsidP="008E21DE">
      <w:pPr>
        <w:spacing w:before="0" w:after="0"/>
      </w:pPr>
      <w:r>
        <w:continuationSeparator/>
      </w:r>
    </w:p>
    <w:p w14:paraId="3E19B87A" w14:textId="77777777" w:rsidR="0039139B" w:rsidRDefault="00391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88345" w14:textId="24A1C65F" w:rsidR="00013309" w:rsidRPr="00500DA0" w:rsidRDefault="00AF5E51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FF0BC5C51A4A47F9B68CDD2A096066F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9139B">
          <w:rPr>
            <w:rFonts w:ascii="ArialMT" w:hAnsi="ArialMT" w:cs="ArialMT"/>
            <w:szCs w:val="16"/>
          </w:rPr>
          <w:t>Form TC02B – General emergency check of competency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C4FE" w14:textId="77777777" w:rsidR="00013309" w:rsidRDefault="00013309" w:rsidP="00013309">
    <w:pPr>
      <w:pStyle w:val="Footer"/>
    </w:pPr>
    <w:r>
      <w:t>Civil Aviation Safety Authority</w:t>
    </w:r>
  </w:p>
  <w:p w14:paraId="3B381D70" w14:textId="1E03D5C9" w:rsidR="00013309" w:rsidRDefault="00AF5E51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9139B">
          <w:rPr>
            <w:rFonts w:ascii="ArialMT" w:hAnsi="ArialMT" w:cs="ArialMT"/>
            <w:szCs w:val="16"/>
          </w:rPr>
          <w:t>Form TC02B – General emergency check of competency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39139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39139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2CE315E" w14:textId="77777777" w:rsidR="00013309" w:rsidRPr="00A365CA" w:rsidRDefault="00AF5E51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A225B">
          <w:rPr>
            <w:color w:val="ED0000"/>
          </w:rPr>
          <w:t>Official</w:t>
        </w:r>
      </w:sdtContent>
    </w:sdt>
    <w:r w:rsidR="00463F67" w:rsidRPr="007A225B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F8DA791" wp14:editId="68623193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14D4AF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DA79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1A14D4AF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4A89" w14:textId="77777777" w:rsidR="0039139B" w:rsidRPr="0022402E" w:rsidRDefault="0039139B" w:rsidP="0022402E">
      <w:pPr>
        <w:spacing w:before="240"/>
        <w:rPr>
          <w:lang w:val="en-US"/>
        </w:rPr>
      </w:pPr>
      <w:r w:rsidRPr="007A225B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0529E387" w14:textId="77777777" w:rsidR="0039139B" w:rsidRDefault="0039139B" w:rsidP="008E21DE">
      <w:pPr>
        <w:spacing w:before="0" w:after="0"/>
      </w:pPr>
      <w:r>
        <w:continuationSeparator/>
      </w:r>
    </w:p>
    <w:p w14:paraId="330A6B70" w14:textId="77777777" w:rsidR="0039139B" w:rsidRDefault="003913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26A40" w14:textId="77777777" w:rsidR="00DD684D" w:rsidRDefault="00DD684D" w:rsidP="00DD684D">
    <w:pPr>
      <w:pStyle w:val="Header"/>
    </w:pPr>
    <w:r>
      <w:t>ORGANISATION NAME/DETAILS</w:t>
    </w:r>
  </w:p>
  <w:p w14:paraId="43C2DB90" w14:textId="77777777" w:rsidR="00013309" w:rsidRPr="00DD684D" w:rsidRDefault="00AF5E51" w:rsidP="00DF3896">
    <w:pPr>
      <w:pStyle w:val="Header"/>
      <w:spacing w:after="120"/>
    </w:pPr>
    <w:r>
      <w:pict w14:anchorId="5BBAFD20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2DB9C" w14:textId="77777777" w:rsidR="00463F67" w:rsidRPr="007A225B" w:rsidRDefault="00AF5E51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A225B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9B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39B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F31D8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4731D"/>
    <w:rsid w:val="00761DF2"/>
    <w:rsid w:val="0076765C"/>
    <w:rsid w:val="00782769"/>
    <w:rsid w:val="00792F0D"/>
    <w:rsid w:val="00795A1A"/>
    <w:rsid w:val="007A1A84"/>
    <w:rsid w:val="007A1DC3"/>
    <w:rsid w:val="007A225B"/>
    <w:rsid w:val="007A32A6"/>
    <w:rsid w:val="007B0B08"/>
    <w:rsid w:val="007B7908"/>
    <w:rsid w:val="0082494A"/>
    <w:rsid w:val="00841B5A"/>
    <w:rsid w:val="00873383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AF5E51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C24FD"/>
    <w:rsid w:val="00DD684D"/>
    <w:rsid w:val="00DE26A5"/>
    <w:rsid w:val="00DE4798"/>
    <w:rsid w:val="00DF3896"/>
    <w:rsid w:val="00DF74BA"/>
    <w:rsid w:val="00E02B85"/>
    <w:rsid w:val="00E06B80"/>
    <w:rsid w:val="00E20AD4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1159C"/>
  <w15:chartTrackingRefBased/>
  <w15:docId w15:val="{B8D9D60E-AE96-45C8-8669-1021DBB5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74731D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Tablebullet">
    <w:name w:val="Table bullet"/>
    <w:basedOn w:val="Tabletext"/>
    <w:qFormat/>
    <w:rsid w:val="0074731D"/>
    <w:pPr>
      <w:numPr>
        <w:numId w:val="24"/>
      </w:numPr>
    </w:pPr>
  </w:style>
  <w:style w:type="paragraph" w:customStyle="1" w:styleId="normalafterlisttable">
    <w:name w:val="normal after list/table"/>
    <w:basedOn w:val="Normal"/>
    <w:uiPriority w:val="19"/>
    <w:qFormat/>
    <w:rsid w:val="0074731D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74731D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74731D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74731D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4F31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0BC5C51A4A47F9B68CDD2A09606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4FB86-DB51-4A76-ADAF-B484F3EA6FAE}"/>
      </w:docPartPr>
      <w:docPartBody>
        <w:p w:rsidR="00AE4807" w:rsidRDefault="00AE4807">
          <w:pPr>
            <w:pStyle w:val="FF0BC5C51A4A47F9B68CDD2A096066F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07"/>
    <w:rsid w:val="00352FB1"/>
    <w:rsid w:val="00AE4807"/>
    <w:rsid w:val="00D26448"/>
    <w:rsid w:val="00DC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F0BC5C51A4A47F9B68CDD2A096066FF">
    <w:name w:val="FF0BC5C51A4A47F9B68CDD2A096066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09d1133f-994b-4ec9-8bcd-76b1f6ed9a8c"/>
    <ds:schemaRef ds:uri="http://schemas.microsoft.com/office/infopath/2007/PartnerControls"/>
    <ds:schemaRef ds:uri="http://purl.org/dc/elements/1.1/"/>
    <ds:schemaRef ds:uri="http://purl.org/dc/terms/"/>
    <ds:schemaRef ds:uri="147bc000-5d24-4a58-bdb3-1d507d54dc98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</TotalTime>
  <Pages>2</Pages>
  <Words>127</Words>
  <Characters>774</Characters>
  <Application>Microsoft Office Word</Application>
  <DocSecurity>0</DocSecurity>
  <Lines>85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TC02B – General emergency check of competency report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TC02B – General emergency check of competency report</dc:title>
  <dc:subject/>
  <dc:creator>Bartholomew, Tina</dc:creator>
  <cp:keywords/>
  <dc:description/>
  <cp:lastModifiedBy>Bartholomew, Tina</cp:lastModifiedBy>
  <cp:revision>8</cp:revision>
  <dcterms:created xsi:type="dcterms:W3CDTF">2025-11-18T00:39:00Z</dcterms:created>
  <dcterms:modified xsi:type="dcterms:W3CDTF">2025-11-25T04:40:00Z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NOS-2025-0020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